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65967C08" w:rsidR="002E612D" w:rsidRPr="00F4768D" w:rsidRDefault="00AA39D6" w:rsidP="00F4768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i/>
          <w:color w:val="000000"/>
        </w:rPr>
      </w:pPr>
      <w:r w:rsidRPr="00127DB9">
        <w:rPr>
          <w:b/>
          <w:bCs/>
          <w:sz w:val="22"/>
          <w:szCs w:val="22"/>
        </w:rPr>
        <w:t>”</w:t>
      </w:r>
      <w:r w:rsidR="00031397" w:rsidRPr="00031397">
        <w:t xml:space="preserve"> </w:t>
      </w:r>
      <w:r w:rsidR="00031397" w:rsidRPr="00031397">
        <w:rPr>
          <w:rFonts w:cstheme="minorHAnsi"/>
          <w:b/>
          <w:i/>
          <w:color w:val="000000"/>
        </w:rPr>
        <w:t>Dostawa fabrycznie nowego sprzętu gastronomicznego do stołówki szkolnej przy Szkole Podstawowej nr 1 w Brześciu Kujawskim</w:t>
      </w:r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6DB02BCA" w:rsidR="00C039FD" w:rsidRPr="007F3E87" w:rsidRDefault="00C039FD" w:rsidP="002B45A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031397" w:rsidRPr="00031397">
              <w:rPr>
                <w:b/>
                <w:sz w:val="22"/>
                <w:szCs w:val="22"/>
              </w:rPr>
              <w:t xml:space="preserve">Dostawa fabrycznie nowego sprzętu gastronomicznego do stołówki szkolnej </w:t>
            </w:r>
            <w:r w:rsidR="00031397">
              <w:rPr>
                <w:b/>
                <w:sz w:val="22"/>
                <w:szCs w:val="22"/>
              </w:rPr>
              <w:br/>
            </w:r>
            <w:r w:rsidR="00031397" w:rsidRPr="00031397">
              <w:rPr>
                <w:b/>
                <w:sz w:val="22"/>
                <w:szCs w:val="22"/>
              </w:rPr>
              <w:t>przy Szkole Podstawowej nr 1 w Brześciu Kujawskim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02A88" w14:textId="77777777" w:rsidR="00AE1863" w:rsidRDefault="00AE1863" w:rsidP="00FF57EE">
      <w:r>
        <w:separator/>
      </w:r>
    </w:p>
  </w:endnote>
  <w:endnote w:type="continuationSeparator" w:id="0">
    <w:p w14:paraId="413D09D2" w14:textId="77777777" w:rsidR="00AE1863" w:rsidRDefault="00AE1863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4EEC6" w14:textId="77777777" w:rsidR="005D4AAD" w:rsidRDefault="005D4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32F1B" w14:textId="77777777" w:rsidR="005D4AAD" w:rsidRDefault="005D4A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D1FF3" w14:textId="77777777" w:rsidR="005D4AAD" w:rsidRDefault="005D4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28C93" w14:textId="77777777" w:rsidR="00AE1863" w:rsidRDefault="00AE1863" w:rsidP="00FF57EE">
      <w:r>
        <w:separator/>
      </w:r>
    </w:p>
  </w:footnote>
  <w:footnote w:type="continuationSeparator" w:id="0">
    <w:p w14:paraId="491BBCEB" w14:textId="77777777" w:rsidR="00AE1863" w:rsidRDefault="00AE1863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6E705" w14:textId="77777777" w:rsidR="005D4AAD" w:rsidRDefault="005D4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63D0AB34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5D4AAD">
      <w:rPr>
        <w:sz w:val="20"/>
        <w:szCs w:val="20"/>
      </w:rPr>
      <w:t>51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0E60" w14:textId="77777777" w:rsidR="005D4AAD" w:rsidRDefault="005D4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31397"/>
    <w:rsid w:val="00043F29"/>
    <w:rsid w:val="00075478"/>
    <w:rsid w:val="0008550C"/>
    <w:rsid w:val="001063D3"/>
    <w:rsid w:val="00111554"/>
    <w:rsid w:val="00112374"/>
    <w:rsid w:val="00127DB9"/>
    <w:rsid w:val="001C7D84"/>
    <w:rsid w:val="001E6AA2"/>
    <w:rsid w:val="00214E39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419E5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D4AAD"/>
    <w:rsid w:val="005F6F5F"/>
    <w:rsid w:val="00606EEE"/>
    <w:rsid w:val="00637A1C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A6E8C"/>
    <w:rsid w:val="007D475B"/>
    <w:rsid w:val="007E331F"/>
    <w:rsid w:val="007F3E87"/>
    <w:rsid w:val="0081225D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61616"/>
    <w:rsid w:val="0097776D"/>
    <w:rsid w:val="00983D1D"/>
    <w:rsid w:val="009D75A8"/>
    <w:rsid w:val="00A15974"/>
    <w:rsid w:val="00A23973"/>
    <w:rsid w:val="00A50E18"/>
    <w:rsid w:val="00A97BFA"/>
    <w:rsid w:val="00AA39D6"/>
    <w:rsid w:val="00AE1863"/>
    <w:rsid w:val="00AE2ACB"/>
    <w:rsid w:val="00AF4AC3"/>
    <w:rsid w:val="00B26387"/>
    <w:rsid w:val="00B47637"/>
    <w:rsid w:val="00B72B31"/>
    <w:rsid w:val="00B9086B"/>
    <w:rsid w:val="00BA724D"/>
    <w:rsid w:val="00BC4F99"/>
    <w:rsid w:val="00BD4AAA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4768D"/>
    <w:rsid w:val="00F609FC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3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13</cp:revision>
  <dcterms:created xsi:type="dcterms:W3CDTF">2025-10-03T10:05:00Z</dcterms:created>
  <dcterms:modified xsi:type="dcterms:W3CDTF">2025-12-02T12:10:00Z</dcterms:modified>
</cp:coreProperties>
</file>